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152" w:rsidRDefault="00676152" w:rsidP="0072290F">
      <w:pPr>
        <w:jc w:val="both"/>
      </w:pPr>
      <w:r>
        <w:t xml:space="preserve">            На основу чл. 44 ст.1 тач.5 и 6   Закона о култури  ( „ Службени гласник РС, бр. 72/09,13/16, и 30/16-исп),  чл. 32 Закона о локалној самоуправи ( „ Службени гласник  РС“, бр. 129/07 и 83/14 – др. Закон и 47/18)  чл.4 ст.1  тал.5, ст2 и чл. 9 ст. 1 тач.5 и 7 Одлуке о оснивњу јавне установе – Јавна Библиотека „ Бора Станковић“  Врање ( Службени гласник града Врања бр. 17/14 и 25/16 ) и чл. 32 ст 1. Тач.13 Статута града Врања  (Службени гласник града Врања бр. 3/ 18-пречишћен текст), Скупштина града Врања на седници одржаној дана </w:t>
      </w:r>
      <w:r>
        <w:rPr>
          <w:lang/>
        </w:rPr>
        <w:t>26.12.</w:t>
      </w:r>
      <w:r>
        <w:t>2018.одине, донела је</w:t>
      </w:r>
    </w:p>
    <w:p w:rsidR="00676152" w:rsidRDefault="00676152" w:rsidP="007D5EBE">
      <w:pPr>
        <w:jc w:val="center"/>
      </w:pPr>
    </w:p>
    <w:p w:rsidR="00676152" w:rsidRPr="007D5EBE" w:rsidRDefault="00676152" w:rsidP="007D5EBE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Р Е Ш Е Њ Е</w:t>
      </w:r>
    </w:p>
    <w:p w:rsidR="00676152" w:rsidRDefault="00676152" w:rsidP="0078463A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 xml:space="preserve">О ДАВАЊУ </w:t>
      </w:r>
      <w:r>
        <w:rPr>
          <w:b/>
        </w:rPr>
        <w:t>САГЛАСНОСТИ НА ПРОГРАМ РАДА И ФИНАНСИЈСКИ ПЛАН</w:t>
      </w:r>
    </w:p>
    <w:p w:rsidR="00676152" w:rsidRPr="0078463A" w:rsidRDefault="00676152" w:rsidP="0078463A">
      <w:pPr>
        <w:tabs>
          <w:tab w:val="left" w:pos="3705"/>
        </w:tabs>
        <w:jc w:val="center"/>
        <w:rPr>
          <w:b/>
        </w:rPr>
      </w:pPr>
      <w:r>
        <w:rPr>
          <w:b/>
        </w:rPr>
        <w:t xml:space="preserve"> УСТАНОВЕ ЈАВНА БИБЛИОТЕКА  “ БОРА СТАНКОВИЋ“ ВРАЊЕ ЗА 2019.ГОДИНУ</w:t>
      </w:r>
    </w:p>
    <w:p w:rsidR="00676152" w:rsidRPr="007D5EBE" w:rsidRDefault="00676152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I</w:t>
      </w:r>
    </w:p>
    <w:p w:rsidR="00676152" w:rsidRDefault="00676152" w:rsidP="00EE5E93">
      <w:pPr>
        <w:jc w:val="both"/>
      </w:pPr>
      <w:r>
        <w:t xml:space="preserve">        </w:t>
      </w:r>
      <w:r w:rsidRPr="007D5EBE">
        <w:rPr>
          <w:b/>
        </w:rPr>
        <w:t>ДАЈЕ СЕ САГЛАСНОСТ</w:t>
      </w:r>
      <w:r>
        <w:t xml:space="preserve"> на Програм рада и финансијски план установе установе Јавна Библиотека „Бора Станковић“ Врање за 2019. годину.</w:t>
      </w:r>
    </w:p>
    <w:p w:rsidR="00676152" w:rsidRDefault="00676152" w:rsidP="007D5EBE"/>
    <w:p w:rsidR="00676152" w:rsidRPr="007D5EBE" w:rsidRDefault="00676152" w:rsidP="007D5EBE">
      <w:pPr>
        <w:jc w:val="center"/>
        <w:rPr>
          <w:b/>
        </w:rPr>
      </w:pPr>
      <w:r w:rsidRPr="007D5EBE">
        <w:rPr>
          <w:b/>
        </w:rPr>
        <w:t>II</w:t>
      </w:r>
    </w:p>
    <w:p w:rsidR="00676152" w:rsidRDefault="00676152" w:rsidP="007D5EBE"/>
    <w:p w:rsidR="00676152" w:rsidRDefault="00676152" w:rsidP="007D5EBE">
      <w:r>
        <w:t xml:space="preserve">                Решење објавити у Службеном гласнику града Врања.</w:t>
      </w:r>
    </w:p>
    <w:p w:rsidR="00676152" w:rsidRDefault="00676152" w:rsidP="007D5EBE"/>
    <w:p w:rsidR="00676152" w:rsidRDefault="00676152" w:rsidP="000D26B5">
      <w:pPr>
        <w:tabs>
          <w:tab w:val="left" w:pos="3600"/>
        </w:tabs>
        <w:rPr>
          <w:b/>
        </w:rPr>
      </w:pPr>
      <w:r>
        <w:tab/>
      </w:r>
      <w:r>
        <w:rPr>
          <w:b/>
        </w:rPr>
        <w:t>СКУПШТИНА ГРАДА ВРАЊА</w:t>
      </w:r>
    </w:p>
    <w:p w:rsidR="00676152" w:rsidRDefault="00676152" w:rsidP="000D26B5">
      <w:pPr>
        <w:tabs>
          <w:tab w:val="left" w:pos="2940"/>
        </w:tabs>
        <w:rPr>
          <w:b/>
        </w:rPr>
      </w:pPr>
      <w:r>
        <w:rPr>
          <w:b/>
        </w:rPr>
        <w:tab/>
        <w:t>26.12.2018. године, број: 06-240/2018-10</w:t>
      </w:r>
    </w:p>
    <w:p w:rsidR="00676152" w:rsidRDefault="00676152" w:rsidP="000D26B5">
      <w:pPr>
        <w:rPr>
          <w:b/>
        </w:rPr>
      </w:pPr>
    </w:p>
    <w:p w:rsidR="00676152" w:rsidRDefault="00676152" w:rsidP="000D26B5">
      <w:pPr>
        <w:tabs>
          <w:tab w:val="left" w:pos="5430"/>
        </w:tabs>
        <w:rPr>
          <w:b/>
        </w:rPr>
      </w:pPr>
      <w:r>
        <w:rPr>
          <w:b/>
        </w:rPr>
        <w:tab/>
        <w:t xml:space="preserve">  ПРЕДСЕДНИК СКУПШТИНЕ </w:t>
      </w:r>
    </w:p>
    <w:p w:rsidR="00676152" w:rsidRDefault="00676152" w:rsidP="000D26B5">
      <w:pPr>
        <w:tabs>
          <w:tab w:val="left" w:pos="54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Дејан Тричковић, спец.двм,с.р.</w:t>
      </w:r>
    </w:p>
    <w:p w:rsidR="00676152" w:rsidRDefault="00676152" w:rsidP="000D26B5">
      <w:pPr>
        <w:tabs>
          <w:tab w:val="left" w:pos="5430"/>
        </w:tabs>
        <w:rPr>
          <w:b/>
        </w:rPr>
      </w:pPr>
    </w:p>
    <w:p w:rsidR="00676152" w:rsidRDefault="00676152" w:rsidP="000D26B5">
      <w:pPr>
        <w:tabs>
          <w:tab w:val="left" w:pos="5430"/>
        </w:tabs>
        <w:rPr>
          <w:b/>
        </w:rPr>
      </w:pPr>
      <w:r>
        <w:rPr>
          <w:b/>
        </w:rPr>
        <w:t>ТАЧНОСТ ПРЕПИСА ОВЕРАВА:                                                                 СЕКРЕТАР СКУПШТИНЕ</w:t>
      </w:r>
    </w:p>
    <w:p w:rsidR="00676152" w:rsidRDefault="00676152" w:rsidP="000D26B5">
      <w:pPr>
        <w:tabs>
          <w:tab w:val="left" w:pos="54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Марко Тричковић</w:t>
      </w:r>
    </w:p>
    <w:p w:rsidR="00676152" w:rsidRPr="007D5EBE" w:rsidRDefault="00676152" w:rsidP="000D26B5">
      <w:pPr>
        <w:tabs>
          <w:tab w:val="left" w:pos="3600"/>
        </w:tabs>
      </w:pPr>
    </w:p>
    <w:p w:rsidR="00676152" w:rsidRPr="007D5EBE" w:rsidRDefault="00676152" w:rsidP="007D5EBE">
      <w:pPr>
        <w:rPr>
          <w:b/>
        </w:rPr>
      </w:pPr>
    </w:p>
    <w:sectPr w:rsidR="00676152" w:rsidRPr="007D5EBE" w:rsidSect="00A10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290F"/>
    <w:rsid w:val="00063477"/>
    <w:rsid w:val="000D26B5"/>
    <w:rsid w:val="000D5EB7"/>
    <w:rsid w:val="00143566"/>
    <w:rsid w:val="001A41A6"/>
    <w:rsid w:val="001A503C"/>
    <w:rsid w:val="001C044E"/>
    <w:rsid w:val="002C6EAD"/>
    <w:rsid w:val="00320FCF"/>
    <w:rsid w:val="003A1E5C"/>
    <w:rsid w:val="004D121D"/>
    <w:rsid w:val="005272C2"/>
    <w:rsid w:val="005647F9"/>
    <w:rsid w:val="0059161A"/>
    <w:rsid w:val="005D26C1"/>
    <w:rsid w:val="006538BA"/>
    <w:rsid w:val="006677FE"/>
    <w:rsid w:val="00676152"/>
    <w:rsid w:val="00714DE0"/>
    <w:rsid w:val="0072290F"/>
    <w:rsid w:val="007322B5"/>
    <w:rsid w:val="0073592F"/>
    <w:rsid w:val="0078463A"/>
    <w:rsid w:val="007D5EBE"/>
    <w:rsid w:val="00871937"/>
    <w:rsid w:val="008E2763"/>
    <w:rsid w:val="008E5653"/>
    <w:rsid w:val="009710C7"/>
    <w:rsid w:val="00A10964"/>
    <w:rsid w:val="00BF3AB7"/>
    <w:rsid w:val="00C22DC5"/>
    <w:rsid w:val="00C87B54"/>
    <w:rsid w:val="00EE5E93"/>
    <w:rsid w:val="00F14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96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27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107</TotalTime>
  <Pages>1</Pages>
  <Words>210</Words>
  <Characters>1200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mtrickovic</dc:creator>
  <cp:keywords/>
  <dc:description/>
  <cp:lastModifiedBy>sdjokovic</cp:lastModifiedBy>
  <cp:revision>14</cp:revision>
  <cp:lastPrinted>2018-12-27T10:59:00Z</cp:lastPrinted>
  <dcterms:created xsi:type="dcterms:W3CDTF">2017-12-21T13:58:00Z</dcterms:created>
  <dcterms:modified xsi:type="dcterms:W3CDTF">2018-12-27T10:59:00Z</dcterms:modified>
</cp:coreProperties>
</file>